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F197457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GoBack"/>
      <w:bookmarkEnd w:id="6"/>
      <w:r w:rsidRPr="00B67D39">
        <w:rPr>
          <w:rFonts w:ascii="Verdana" w:eastAsia="Verdana" w:hAnsi="Verdana" w:cs="Times New Roman"/>
          <w:b/>
        </w:rPr>
        <w:t>ZAŁĄCZNIK N</w:t>
      </w:r>
      <w:r w:rsidR="00285DD6">
        <w:rPr>
          <w:rFonts w:ascii="Verdana" w:eastAsia="Verdana" w:hAnsi="Verdana" w:cs="Times New Roman"/>
          <w:b/>
        </w:rPr>
        <w:t>R 3 DO SWZ -  FORMULARZ OFERTY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7AA5319" w14:textId="4DB85E88" w:rsidR="00285DD6" w:rsidRPr="00EE1D89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285DD6" w:rsidRPr="006B56FD">
              <w:rPr>
                <w:rFonts w:asciiTheme="minorHAnsi" w:hAnsiTheme="minorHAnsi" w:cstheme="minorHAnsi"/>
                <w:b/>
              </w:rPr>
              <w:t xml:space="preserve"> </w:t>
            </w:r>
            <w:r w:rsidR="00285DD6" w:rsidRPr="00EE1D89">
              <w:rPr>
                <w:rFonts w:asciiTheme="minorHAnsi" w:hAnsiTheme="minorHAnsi" w:cstheme="minorHAnsi"/>
                <w:b/>
                <w:sz w:val="20"/>
              </w:rPr>
              <w:t>Warszawa</w:t>
            </w:r>
          </w:p>
          <w:p w14:paraId="1C42C22C" w14:textId="77777777" w:rsidR="00285DD6" w:rsidRPr="00EE1D89" w:rsidRDefault="00285DD6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EE1D89">
              <w:rPr>
                <w:rFonts w:asciiTheme="minorHAnsi" w:hAnsiTheme="minorHAnsi" w:cstheme="minorHAnsi"/>
                <w:color w:val="000000"/>
                <w:sz w:val="20"/>
              </w:rPr>
              <w:t>ul. Marsa 95, 04-470 Warszawa</w:t>
            </w:r>
          </w:p>
          <w:p w14:paraId="3F4CA6ED" w14:textId="652AD7EC" w:rsidR="00B67D39" w:rsidRPr="006B56FD" w:rsidRDefault="00B67D39" w:rsidP="00285DD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396B949A" w14:textId="48A622D2" w:rsidR="00A62B4C" w:rsidRDefault="00A62B4C" w:rsidP="00A62B4C">
      <w:pPr>
        <w:rPr>
          <w:rFonts w:ascii="Verdana" w:eastAsia="Verdana" w:hAnsi="Verdana" w:cs="Times New Roman"/>
        </w:rPr>
      </w:pPr>
    </w:p>
    <w:p w14:paraId="0CD53E34" w14:textId="68564A25" w:rsidR="000E361E" w:rsidRPr="00A62B4C" w:rsidRDefault="000E361E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374FBE27" w14:textId="32A98592" w:rsidR="00A62B4C" w:rsidRDefault="00A62B4C" w:rsidP="00A62B4C">
      <w:pPr>
        <w:rPr>
          <w:rFonts w:eastAsia="Verdana" w:cs="Times New Roman"/>
          <w:szCs w:val="18"/>
        </w:rPr>
      </w:pPr>
    </w:p>
    <w:p w14:paraId="2C75FB78" w14:textId="77777777" w:rsidR="000E361E" w:rsidRPr="00B67D39" w:rsidRDefault="000E361E" w:rsidP="00A62B4C">
      <w:pPr>
        <w:rPr>
          <w:rFonts w:eastAsia="Verdana" w:cs="Times New Roman"/>
          <w:szCs w:val="18"/>
        </w:rPr>
      </w:pPr>
    </w:p>
    <w:p w14:paraId="28DC2734" w14:textId="7C8067C2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nr_postepowania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0E361E" w:rsidRPr="00AE1265">
        <w:rPr>
          <w:rFonts w:cstheme="minorHAnsi"/>
          <w:noProof/>
          <w:szCs w:val="18"/>
          <w:lang w:eastAsia="pl-PL"/>
        </w:rPr>
        <w:t>POST/DYS/OW/GZ/04552/2025</w:t>
      </w:r>
      <w:r w:rsidR="00285DD6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nazwa_post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0E361E" w:rsidRPr="00AE1265">
        <w:rPr>
          <w:rFonts w:cstheme="minorHAnsi"/>
          <w:noProof/>
          <w:szCs w:val="18"/>
          <w:lang w:eastAsia="pl-PL"/>
        </w:rPr>
        <w:t>Opracowanie dokumentacji techniczno-prawnej w podziale na części: Część 1: Emilianów gm. Radzymin, warunki przyłączenia nr 25-G0/WP/00562 i nr 25-G0/WP/00563. Część 2: Pass gm. Błonie, warunki przyłączenia nr 25-G0/WP/00516. Część 3: Jędrzejów Stary gm. Jakubów, zgodnie z warunkami przyłączenia nr 25-G0/WP/00604 oraz Moczydła gm. Jakubów, zgodnie z warunkami przyłączenia nr 25-G0/WP/00603</w:t>
      </w:r>
      <w:r w:rsidR="00285DD6">
        <w:rPr>
          <w:rFonts w:cstheme="minorHAnsi"/>
          <w:szCs w:val="18"/>
          <w:lang w:eastAsia="pl-PL"/>
        </w:rPr>
        <w:fldChar w:fldCharType="end"/>
      </w:r>
      <w:r w:rsidR="00285DD6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27BBBAEF" w14:textId="5D13896C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142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OSOBA UPRAWNIONA DO UDZIAŁU W AUKCJI ELEKTRONICZNEJ:</w:t>
      </w:r>
      <w:r w:rsidRPr="00B67D39">
        <w:rPr>
          <w:rFonts w:cstheme="minorHAnsi"/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6A16156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67FF1B1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073B7102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7CAE060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81FE014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3C760F19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CD9F00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4D0EAF9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3758C7C1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F054AD9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3FD93646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257A6F78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79152D09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4967B69A" w14:textId="77777777" w:rsidR="000E361E" w:rsidRDefault="000E361E" w:rsidP="006B49A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74087F3C" w14:textId="73B1E4B6" w:rsidR="000B53B2" w:rsidRDefault="000B53B2" w:rsidP="006B49A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lastRenderedPageBreak/>
        <w:t>Zadanie nr 1</w:t>
      </w:r>
    </w:p>
    <w:p w14:paraId="0AA01D52" w14:textId="77777777" w:rsidR="000E361E" w:rsidRDefault="000E361E" w:rsidP="006B49A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5886F091" w14:textId="40C22B6B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4BC7C9D6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4A96E471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2800A46" w14:textId="77777777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1B0072E0" w14:textId="70F00D15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2</w:t>
      </w:r>
    </w:p>
    <w:p w14:paraId="4432C49B" w14:textId="77777777" w:rsidR="000E361E" w:rsidRDefault="000E361E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7B43CDCB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733ADD74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19C6AAC1" w14:textId="4B266126" w:rsid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1A69DAEE" w14:textId="77777777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14672B81" w14:textId="77777777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4731BFAE" w14:textId="00DB4D23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3</w:t>
      </w:r>
    </w:p>
    <w:p w14:paraId="782AE21F" w14:textId="77777777" w:rsidR="000E361E" w:rsidRDefault="000E361E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5A93414A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5E3C8DDF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2422A2A5" w14:textId="140D517D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DFBEB22" w14:textId="77777777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21A74535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B67D39">
        <w:rPr>
          <w:rFonts w:cstheme="minorHAnsi"/>
          <w:szCs w:val="18"/>
        </w:rPr>
        <w:t>W zakresie warunków udziału w postępowaniu, o których mowa powyżej zamierzamy/nie zamierzamy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  <w:r w:rsidRPr="00B67D39">
        <w:rPr>
          <w:rFonts w:cstheme="minorHAnsi"/>
          <w:szCs w:val="18"/>
          <w:highlight w:val="yellow"/>
        </w:rPr>
        <w:t xml:space="preserve">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>przesłanek określonych w pkt. 1.1. ppkt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dokumentów. </w:t>
      </w:r>
      <w:r w:rsidRPr="00D9767E">
        <w:rPr>
          <w:rFonts w:cstheme="minorHAnsi"/>
          <w:szCs w:val="18"/>
          <w:lang w:eastAsia="pl-PL"/>
        </w:rPr>
        <w:t>Oświadczamy, że dołożymy należytej staranności, aby nasi pracownicy, współpracownicy, podwykonawcy lub  osoby, przy pomocy, których będziemy świadczyć usługi/dostawy/roboty budowlane przestrzegali postanowień wyżej wymienionych dokumentów</w:t>
      </w:r>
      <w:r w:rsidRPr="00D9767E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4CD8DCBE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>Oświadczamy, że</w:t>
      </w:r>
      <w:r w:rsidRPr="00D9767E">
        <w:rPr>
          <w:rStyle w:val="Odwoanieprzypisudolnego"/>
          <w:rFonts w:cstheme="minorHAnsi"/>
          <w:szCs w:val="18"/>
        </w:rPr>
        <w:footnoteReference w:id="4"/>
      </w:r>
      <w:r w:rsidR="00285DD6" w:rsidRPr="00D9767E">
        <w:rPr>
          <w:rFonts w:cstheme="minorHAnsi"/>
          <w:szCs w:val="18"/>
        </w:rPr>
        <w:t xml:space="preserve"> </w:t>
      </w:r>
      <w:r w:rsidRPr="00D9767E">
        <w:rPr>
          <w:rFonts w:cstheme="minorHAnsi"/>
          <w:szCs w:val="18"/>
        </w:rPr>
        <w:t xml:space="preserve">jeśli dotyczy, w przypadku dopuszczenia podwykonawstwa: </w:t>
      </w:r>
    </w:p>
    <w:p w14:paraId="137025D5" w14:textId="77777777" w:rsidR="00B67D39" w:rsidRPr="00D9767E" w:rsidRDefault="00336C4A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D9767E" w:rsidRDefault="00336C4A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D9767E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D9767E" w:rsidRDefault="00B67D39" w:rsidP="00285DD6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D9767E" w14:paraId="1BC01446" w14:textId="77777777" w:rsidTr="009A129D">
        <w:tc>
          <w:tcPr>
            <w:tcW w:w="708" w:type="dxa"/>
          </w:tcPr>
          <w:p w14:paraId="427A9E2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D9767E" w14:paraId="1F778427" w14:textId="77777777" w:rsidTr="009A129D">
        <w:tc>
          <w:tcPr>
            <w:tcW w:w="708" w:type="dxa"/>
          </w:tcPr>
          <w:p w14:paraId="32D67AD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D9767E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75025593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iCs/>
          <w:szCs w:val="18"/>
        </w:rPr>
        <w:lastRenderedPageBreak/>
        <w:t>Wybór naszej Oferty</w:t>
      </w:r>
      <w:r w:rsidRPr="00D9767E">
        <w:rPr>
          <w:rFonts w:cstheme="minorHAnsi"/>
          <w:iCs/>
          <w:szCs w:val="18"/>
          <w:vertAlign w:val="superscript"/>
        </w:rPr>
        <w:footnoteReference w:id="5"/>
      </w:r>
      <w:r w:rsidR="00285DD6" w:rsidRPr="00D9767E">
        <w:rPr>
          <w:rFonts w:cstheme="minorHAnsi"/>
          <w:iCs/>
          <w:szCs w:val="18"/>
        </w:rPr>
        <w:t>:</w:t>
      </w:r>
    </w:p>
    <w:p w14:paraId="79B03F1A" w14:textId="77777777" w:rsidR="00B67D39" w:rsidRPr="00D9767E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nie 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</w:t>
      </w:r>
    </w:p>
    <w:p w14:paraId="7971B95C" w14:textId="77777777" w:rsidR="00B67D39" w:rsidRPr="00D9767E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 Wskazujemy nazw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 xml:space="preserve"> (rodzaj) towaru lub us</w:t>
      </w:r>
      <w:r w:rsidRPr="00D9767E">
        <w:rPr>
          <w:rFonts w:cs="Calibri"/>
          <w:iCs/>
          <w:szCs w:val="18"/>
        </w:rPr>
        <w:t>ł</w:t>
      </w:r>
      <w:r w:rsidRPr="00D9767E">
        <w:rPr>
          <w:rFonts w:cstheme="minorHAnsi"/>
          <w:iCs/>
          <w:szCs w:val="18"/>
        </w:rPr>
        <w:t>ugi, kt</w:t>
      </w:r>
      <w:r w:rsidRPr="00D9767E">
        <w:rPr>
          <w:rFonts w:cs="Calibri"/>
          <w:iCs/>
          <w:szCs w:val="18"/>
        </w:rPr>
        <w:t>ó</w:t>
      </w:r>
      <w:r w:rsidRPr="00D9767E">
        <w:rPr>
          <w:rFonts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D9767E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D9767E">
        <w:rPr>
          <w:rStyle w:val="Odwoanieprzypisudolnego"/>
          <w:rFonts w:cstheme="minorHAnsi"/>
          <w:i/>
          <w:szCs w:val="18"/>
        </w:rPr>
        <w:footnoteReference w:id="6"/>
      </w:r>
    </w:p>
    <w:p w14:paraId="1073373E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2F1B030A" w14:textId="1D707996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trike/>
          <w:szCs w:val="18"/>
          <w:lang w:eastAsia="pl-PL"/>
        </w:rPr>
      </w:pPr>
      <w:r w:rsidRPr="00D9767E">
        <w:rPr>
          <w:rFonts w:cstheme="minorHAnsi"/>
          <w:strike/>
          <w:szCs w:val="18"/>
          <w:lang w:eastAsia="pl-PL"/>
        </w:rPr>
        <w:t xml:space="preserve">Wadium o wartości </w:t>
      </w:r>
      <w:r w:rsidR="00D9767E" w:rsidRPr="00D9767E">
        <w:rPr>
          <w:rFonts w:cstheme="minorHAnsi"/>
          <w:strike/>
          <w:szCs w:val="18"/>
          <w:lang w:eastAsia="pl-PL"/>
        </w:rPr>
        <w:t>…..</w:t>
      </w:r>
      <w:r w:rsidRPr="00D9767E">
        <w:rPr>
          <w:rFonts w:cstheme="minorHAnsi"/>
          <w:strike/>
          <w:szCs w:val="18"/>
          <w:lang w:eastAsia="pl-PL"/>
        </w:rPr>
        <w:t xml:space="preserve">zł zostało wniesione w formie …............................ </w:t>
      </w:r>
    </w:p>
    <w:p w14:paraId="3BB27B39" w14:textId="77777777" w:rsidR="00B67D39" w:rsidRPr="00D9767E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  <w:lang w:eastAsia="pl-PL"/>
        </w:rPr>
        <w:t>15.1.</w:t>
      </w:r>
      <w:r w:rsidRPr="00D9767E">
        <w:rPr>
          <w:rFonts w:cstheme="minorHAnsi"/>
          <w:szCs w:val="18"/>
          <w:lang w:eastAsia="pl-PL"/>
        </w:rPr>
        <w:tab/>
      </w:r>
      <w:r w:rsidRPr="00D9767E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D9767E">
        <w:rPr>
          <w:rStyle w:val="Odwoanieprzypisudolnego"/>
          <w:rFonts w:cstheme="minorHAnsi"/>
          <w:szCs w:val="18"/>
        </w:rPr>
        <w:footnoteReference w:id="7"/>
      </w:r>
    </w:p>
    <w:p w14:paraId="07B95326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</w:rPr>
        <w:t>15.2.</w:t>
      </w:r>
      <w:r w:rsidRPr="00D9767E">
        <w:rPr>
          <w:rFonts w:cstheme="minorHAnsi"/>
          <w:szCs w:val="18"/>
        </w:rPr>
        <w:tab/>
      </w:r>
      <w:r w:rsidRPr="00D9767E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54321E2D" w14:textId="77777777" w:rsidR="00B67D39" w:rsidRPr="00D9767E" w:rsidRDefault="00336C4A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i/>
          <w:szCs w:val="18"/>
          <w:lang w:eastAsia="pl-PL"/>
        </w:rPr>
        <w:t>;</w:t>
      </w:r>
    </w:p>
    <w:p w14:paraId="21BC8648" w14:textId="528EEB7E" w:rsidR="00B67D39" w:rsidRPr="00D9767E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77777777" w:rsidR="00B67D39" w:rsidRPr="00D9767E" w:rsidRDefault="00336C4A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D9767E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D9767E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2 - …………</w:t>
      </w:r>
    </w:p>
    <w:p w14:paraId="33AD676B" w14:textId="77777777" w:rsidR="00B67D39" w:rsidRPr="00D9767E" w:rsidRDefault="00B67D39" w:rsidP="00381365">
      <w:pPr>
        <w:rPr>
          <w:rFonts w:cstheme="minorHAnsi"/>
        </w:rPr>
      </w:pPr>
    </w:p>
    <w:p w14:paraId="2B2CB4B3" w14:textId="73C6721B" w:rsidR="00381365" w:rsidRPr="00D9767E" w:rsidRDefault="00381365" w:rsidP="00381365">
      <w:pPr>
        <w:rPr>
          <w:rFonts w:cstheme="minorHAnsi"/>
        </w:rPr>
      </w:pPr>
    </w:p>
    <w:p w14:paraId="1F146800" w14:textId="14585345" w:rsidR="00381365" w:rsidRPr="00D9767E" w:rsidRDefault="00381365" w:rsidP="00381365">
      <w:pPr>
        <w:rPr>
          <w:rFonts w:cstheme="minorHAnsi"/>
        </w:rPr>
      </w:pPr>
    </w:p>
    <w:p w14:paraId="1B7F3631" w14:textId="611DB4E8" w:rsidR="00381365" w:rsidRPr="00D9767E" w:rsidRDefault="00381365" w:rsidP="00381365">
      <w:pPr>
        <w:rPr>
          <w:rFonts w:cstheme="minorHAnsi"/>
        </w:rPr>
      </w:pPr>
    </w:p>
    <w:p w14:paraId="4BB21D18" w14:textId="77777777" w:rsidR="00381365" w:rsidRPr="00D9767E" w:rsidRDefault="00381365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D9767E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553812D" w14:textId="2A89B380" w:rsidR="00624831" w:rsidRDefault="00381365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 w:rsidR="00624831">
        <w:rPr>
          <w:rFonts w:cstheme="minorHAnsi"/>
          <w:i/>
          <w:sz w:val="16"/>
          <w:szCs w:val="16"/>
        </w:rPr>
        <w:t>u Wykonawcy</w:t>
      </w:r>
      <w:bookmarkEnd w:id="0"/>
      <w:bookmarkEnd w:id="1"/>
      <w:bookmarkEnd w:id="2"/>
      <w:bookmarkEnd w:id="3"/>
      <w:bookmarkEnd w:id="4"/>
      <w:bookmarkEnd w:id="5"/>
    </w:p>
    <w:p w14:paraId="7FB808E4" w14:textId="58D7611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9B46D8B" w14:textId="241D076F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8B2E753" w14:textId="36F7ED6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05BD2F3" w14:textId="1EBD2CE0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A6F5169" w14:textId="7526F092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1E7FA50" w14:textId="09FB76FF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F10C532" w14:textId="1DA12427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9F4A976" w14:textId="65B2195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C837B57" w14:textId="6AE640DC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E532E03" w14:textId="0D6486AE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48F7655" w14:textId="48D412AC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ADD1F50" w14:textId="17124B4C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3DF697E" w14:textId="1BBE576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02C3241" w14:textId="4EF037F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0A05F70" w14:textId="0A53EE94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0F45F42" w14:textId="0074B00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7918011" w14:textId="424E44D7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FB3C63E" w14:textId="1C52070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1E442EE" w14:textId="6C3A35C5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02DB2EA" w14:textId="55D1FD2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3E96D26" w14:textId="5C7EC278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5F75F06" w14:textId="160BFDA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50F236B" w14:textId="473B7369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EC751AB" w14:textId="7C1ACFF8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BA95D4C" w14:textId="77741C8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C77D251" w14:textId="7F6F0138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08EBC73" w14:textId="69DF4FD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52ED62C" w14:textId="165DDF48" w:rsidR="000B53B2" w:rsidRDefault="000B53B2" w:rsidP="00466AE9">
      <w:pPr>
        <w:ind w:right="68"/>
        <w:rPr>
          <w:rFonts w:cstheme="minorHAnsi"/>
          <w:i/>
          <w:sz w:val="16"/>
          <w:szCs w:val="16"/>
        </w:rPr>
      </w:pPr>
    </w:p>
    <w:p w14:paraId="2A4B7E3C" w14:textId="2A22AD5B" w:rsidR="00466AE9" w:rsidRDefault="00466AE9" w:rsidP="00466AE9">
      <w:pPr>
        <w:ind w:right="68"/>
        <w:rPr>
          <w:rFonts w:ascii="Verdana" w:eastAsia="Verdana" w:hAnsi="Verdana" w:cs="Times New Roman"/>
        </w:rPr>
      </w:pPr>
    </w:p>
    <w:p w14:paraId="0F6157ED" w14:textId="0EFA66FD" w:rsidR="008C2AD6" w:rsidRDefault="008C2AD6" w:rsidP="00466AE9">
      <w:pPr>
        <w:ind w:right="68"/>
        <w:rPr>
          <w:rFonts w:ascii="Verdana" w:eastAsia="Verdana" w:hAnsi="Verdana" w:cs="Times New Roman"/>
        </w:rPr>
      </w:pPr>
    </w:p>
    <w:p w14:paraId="374DB0A2" w14:textId="3AB15736" w:rsidR="008C2AD6" w:rsidRDefault="008C2AD6" w:rsidP="00466AE9">
      <w:pPr>
        <w:ind w:right="68"/>
        <w:rPr>
          <w:rFonts w:ascii="Verdana" w:eastAsia="Verdana" w:hAnsi="Verdana" w:cs="Times New Roman"/>
        </w:rPr>
      </w:pPr>
    </w:p>
    <w:p w14:paraId="406B7E72" w14:textId="176EB3F6" w:rsidR="008C2AD6" w:rsidRDefault="008C2AD6" w:rsidP="00466AE9">
      <w:pPr>
        <w:ind w:right="68"/>
        <w:rPr>
          <w:rFonts w:ascii="Verdana" w:eastAsia="Verdana" w:hAnsi="Verdana" w:cs="Times New Roman"/>
        </w:rPr>
      </w:pPr>
    </w:p>
    <w:p w14:paraId="0CFAB2F8" w14:textId="5BEFB715" w:rsidR="008C2AD6" w:rsidRDefault="008C2AD6" w:rsidP="00466AE9">
      <w:pPr>
        <w:ind w:right="68"/>
        <w:rPr>
          <w:rFonts w:ascii="Verdana" w:eastAsia="Verdana" w:hAnsi="Verdana" w:cs="Times New Roman"/>
        </w:rPr>
      </w:pPr>
    </w:p>
    <w:p w14:paraId="164F98F7" w14:textId="4542DAB2" w:rsidR="008C2AD6" w:rsidRDefault="008C2AD6" w:rsidP="00466AE9">
      <w:pPr>
        <w:ind w:right="68"/>
        <w:rPr>
          <w:rFonts w:ascii="Verdana" w:eastAsia="Verdana" w:hAnsi="Verdana" w:cs="Times New Roman"/>
        </w:rPr>
      </w:pPr>
    </w:p>
    <w:p w14:paraId="567FB0FE" w14:textId="77777777" w:rsidR="000E361E" w:rsidRDefault="000E361E" w:rsidP="000B53B2">
      <w:pPr>
        <w:ind w:left="2552" w:hanging="2552"/>
        <w:jc w:val="right"/>
        <w:rPr>
          <w:rFonts w:ascii="Verdana" w:eastAsia="Verdana" w:hAnsi="Verdana" w:cs="Times New Roman"/>
        </w:rPr>
      </w:pPr>
    </w:p>
    <w:p w14:paraId="75622B4B" w14:textId="69FE2934" w:rsidR="000B53B2" w:rsidRDefault="000B53B2" w:rsidP="000B53B2">
      <w:pPr>
        <w:ind w:left="2552" w:hanging="2552"/>
        <w:jc w:val="right"/>
        <w:rPr>
          <w:rFonts w:ascii="Verdana" w:eastAsia="Verdana" w:hAnsi="Verdana" w:cs="Times New Roman"/>
          <w:b/>
        </w:rPr>
      </w:pPr>
      <w:r w:rsidRPr="00CC7E12">
        <w:rPr>
          <w:rFonts w:ascii="Verdana" w:eastAsia="Verdana" w:hAnsi="Verdana" w:cs="Times New Roman"/>
          <w:b/>
        </w:rPr>
        <w:lastRenderedPageBreak/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5223CDD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29C72AB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0B53B2" w:rsidRPr="006B56FD" w14:paraId="61D0D456" w14:textId="77777777" w:rsidTr="00C82E0D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06E7E17E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08C24A4F" w14:textId="77777777" w:rsidR="000B53B2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20A980A2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21B888B7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61A15B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F7807D6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AD1662C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8020" w14:textId="77777777" w:rsidR="000B53B2" w:rsidRPr="006B56FD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C512CE" w14:textId="77777777" w:rsidR="000B53B2" w:rsidRPr="006B56FD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6F581B" w14:textId="77777777" w:rsidR="000B53B2" w:rsidRPr="006B56FD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593D388" w14:textId="77777777" w:rsidR="000B53B2" w:rsidRPr="006B56FD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326EC70" w14:textId="77777777" w:rsidR="000B53B2" w:rsidRPr="00604B83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47494B0C" w14:textId="77777777" w:rsidR="000B53B2" w:rsidRPr="006B56FD" w:rsidRDefault="000B53B2" w:rsidP="00C82E0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236EE44D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70391784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59480FF9" w14:textId="77777777" w:rsidR="000B53B2" w:rsidRPr="00CC7E12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3C99A86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6DDDAB23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6BFB615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25D30C2C" w14:textId="77777777" w:rsidR="000B53B2" w:rsidRPr="00CC7E12" w:rsidRDefault="000B53B2" w:rsidP="000B53B2">
      <w:pPr>
        <w:jc w:val="both"/>
        <w:rPr>
          <w:rFonts w:cstheme="minorHAnsi"/>
        </w:rPr>
      </w:pPr>
    </w:p>
    <w:p w14:paraId="2C86B04E" w14:textId="43B39B79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0E361E" w:rsidRPr="00AE1265">
        <w:rPr>
          <w:rFonts w:cstheme="minorHAnsi"/>
          <w:b/>
          <w:i/>
          <w:noProof/>
        </w:rPr>
        <w:t>Opracowanie dokumentacji techniczno-prawnej w podziale na części: Część 1: Emilianów gm. Radzymin, warunki przyłączenia nr 25-G0/WP/00562 i nr 25-G0/WP/00563. Część 2: Pass gm. Błonie, warunki przyłączenia nr 25-G0/WP/00516. Część 3: Jędrzejów Stary gm. Jakubów, zgodnie z warunkami przyłączenia nr 25-G0/WP/00604 oraz Moczydła gm. Jakubów, zgodnie z warunkami przyłączenia nr 25-G0/WP/00603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0E361E" w:rsidRPr="00AE1265">
        <w:rPr>
          <w:rFonts w:cstheme="minorHAnsi"/>
          <w:b/>
          <w:noProof/>
        </w:rPr>
        <w:t>POST/DYS/OW/GZ/04552/2025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46265C47" w14:textId="77777777" w:rsidR="000B53B2" w:rsidRPr="00CC7E12" w:rsidRDefault="000B53B2" w:rsidP="000B53B2">
      <w:pPr>
        <w:jc w:val="both"/>
        <w:rPr>
          <w:rFonts w:cstheme="minorHAnsi"/>
        </w:rPr>
      </w:pPr>
    </w:p>
    <w:p w14:paraId="48AEF59F" w14:textId="77777777" w:rsidR="000B53B2" w:rsidRPr="00CC7E12" w:rsidRDefault="000B53B2" w:rsidP="000B53B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7B11A8D4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8"/>
      </w:r>
    </w:p>
    <w:p w14:paraId="6F86C593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9"/>
      </w:r>
    </w:p>
    <w:p w14:paraId="20567C49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0EAB4F1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72C52C6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3A704BE0" w14:textId="77777777" w:rsidR="000B53B2" w:rsidRPr="00CC7E12" w:rsidRDefault="000B53B2" w:rsidP="000B53B2">
      <w:pPr>
        <w:jc w:val="both"/>
        <w:rPr>
          <w:rFonts w:cstheme="minorHAnsi"/>
        </w:rPr>
      </w:pPr>
    </w:p>
    <w:p w14:paraId="011B90F8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9951D3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88F67E9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091FDD9" w14:textId="77777777" w:rsidR="000B53B2" w:rsidRPr="00CC7E12" w:rsidRDefault="000B53B2" w:rsidP="000B53B2">
      <w:pPr>
        <w:jc w:val="both"/>
        <w:rPr>
          <w:rFonts w:cstheme="minorHAnsi"/>
          <w:i/>
        </w:rPr>
      </w:pPr>
    </w:p>
    <w:p w14:paraId="7BC41F65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2DF558AC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578631" w14:textId="77777777" w:rsidR="000B53B2" w:rsidRPr="00CC7E12" w:rsidRDefault="000B53B2" w:rsidP="000B53B2">
      <w:pPr>
        <w:jc w:val="both"/>
        <w:rPr>
          <w:rFonts w:cstheme="minorHAnsi"/>
        </w:rPr>
      </w:pPr>
    </w:p>
    <w:p w14:paraId="10C3D920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446D5380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31293C27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15F5782A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50FAE7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45A5B2F9" w14:textId="77777777" w:rsidR="000B53B2" w:rsidRPr="00CC7E12" w:rsidRDefault="000B53B2" w:rsidP="000B53B2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0CFD1D4" w14:textId="77777777" w:rsidR="000B53B2" w:rsidRPr="00CC7E12" w:rsidRDefault="000B53B2" w:rsidP="000B53B2">
      <w:pPr>
        <w:jc w:val="both"/>
        <w:rPr>
          <w:rFonts w:cstheme="minorHAnsi"/>
          <w:sz w:val="16"/>
        </w:rPr>
      </w:pPr>
    </w:p>
    <w:p w14:paraId="3FB15D8D" w14:textId="77777777" w:rsidR="000B53B2" w:rsidRDefault="000B53B2" w:rsidP="000B53B2">
      <w:pPr>
        <w:rPr>
          <w:rFonts w:cstheme="minorHAnsi"/>
        </w:rPr>
      </w:pPr>
    </w:p>
    <w:p w14:paraId="125EB228" w14:textId="77777777" w:rsidR="000B53B2" w:rsidRDefault="000B53B2" w:rsidP="000B53B2">
      <w:pPr>
        <w:rPr>
          <w:rFonts w:cstheme="minorHAnsi"/>
        </w:rPr>
      </w:pPr>
    </w:p>
    <w:p w14:paraId="55E575DB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5EE73DC8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04E1AE47" w14:textId="7B85F96A" w:rsidR="000B53B2" w:rsidRPr="000E361E" w:rsidRDefault="000B53B2" w:rsidP="000E361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0CCBC65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084C6F5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00D16632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0B53B2" w:rsidRPr="006B56FD" w14:paraId="328515A1" w14:textId="77777777" w:rsidTr="00C82E0D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7C4A40B0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7A091F0" w14:textId="77777777" w:rsidR="000B53B2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760B885D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337B525E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1D13C049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9C465B9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1E7F1C56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D694" w14:textId="77777777" w:rsidR="000B53B2" w:rsidRPr="006B56FD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02A9C3E" w14:textId="77777777" w:rsidR="000B53B2" w:rsidRPr="006B56FD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DB8E45F" w14:textId="77777777" w:rsidR="000B53B2" w:rsidRPr="006B56FD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91DCF14" w14:textId="77777777" w:rsidR="000B53B2" w:rsidRPr="006B56FD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779DFF70" w14:textId="77777777" w:rsidR="000B53B2" w:rsidRPr="00604B83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035D6F57" w14:textId="77777777" w:rsidR="000B53B2" w:rsidRPr="006B56FD" w:rsidRDefault="000B53B2" w:rsidP="00C82E0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369B7DBB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06334A46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78B5230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580D2426" w14:textId="77777777" w:rsidR="000B53B2" w:rsidRDefault="000B53B2" w:rsidP="000B53B2">
      <w:pPr>
        <w:rPr>
          <w:rFonts w:eastAsia="Verdana" w:cs="Times New Roman"/>
          <w:szCs w:val="18"/>
        </w:rPr>
      </w:pPr>
    </w:p>
    <w:p w14:paraId="0B309B9A" w14:textId="1F964B82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0E361E" w:rsidRPr="00AE1265">
        <w:rPr>
          <w:rFonts w:cstheme="minorHAnsi"/>
          <w:noProof/>
          <w:lang w:eastAsia="pl-PL"/>
        </w:rPr>
        <w:t>POST/DYS/OW/GZ/04552/2025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0E361E" w:rsidRPr="00AE1265">
        <w:rPr>
          <w:rFonts w:cstheme="minorHAnsi"/>
          <w:noProof/>
          <w:lang w:eastAsia="pl-PL"/>
        </w:rPr>
        <w:t>Opracowanie dokumentacji techniczno-prawnej w podziale na części: Część 1: Emilianów gm. Radzymin, warunki przyłączenia nr 25-G0/WP/00562 i nr 25-G0/WP/00563. Część 2: Pass gm. Błonie, warunki przyłączenia nr 25-G0/WP/00516. Część 3: Jędrzejów Stary gm. Jakubów, zgodnie z warunkami przyłączenia nr 25-G0/WP/00604 oraz Moczydła gm. Jakubów, zgodnie z warunkami przyłączenia nr 25-G0/WP/00603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>
        <w:rPr>
          <w:rFonts w:cstheme="minorHAnsi"/>
          <w:lang w:eastAsia="pl-PL"/>
        </w:rPr>
        <w:t>3</w:t>
      </w:r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Pr="000D24FD">
        <w:rPr>
          <w:rFonts w:cstheme="minorHAnsi"/>
        </w:rPr>
        <w:t xml:space="preserve">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>/roboty</w:t>
      </w:r>
      <w:r w:rsidRPr="000D24FD">
        <w:rPr>
          <w:rFonts w:cstheme="minorHAnsi"/>
          <w:lang w:eastAsia="pl-PL"/>
        </w:rPr>
        <w:t>:</w:t>
      </w:r>
    </w:p>
    <w:p w14:paraId="62CE1598" w14:textId="77777777" w:rsidR="000B53B2" w:rsidRPr="000D24FD" w:rsidRDefault="000B53B2" w:rsidP="000B53B2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171F6055" w14:textId="77777777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B53B2" w:rsidRPr="000D24FD" w14:paraId="531A1678" w14:textId="77777777" w:rsidTr="00C82E0D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29BF56E0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C74997B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</w:p>
          <w:p w14:paraId="1030CFD0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3BA12705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3062B718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</w:p>
          <w:p w14:paraId="5616EA1C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48201E92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3419E2F" w14:textId="77777777" w:rsidR="000B53B2" w:rsidRPr="00DC202A" w:rsidRDefault="000B53B2" w:rsidP="00C82E0D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575E2E11" w14:textId="77777777" w:rsidR="000B53B2" w:rsidRPr="00DC202A" w:rsidRDefault="000B53B2" w:rsidP="00C82E0D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B53B2" w:rsidRPr="000D24FD" w14:paraId="17886DAB" w14:textId="77777777" w:rsidTr="00C82E0D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ADCE0B2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6A4E41A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2ECFB8AD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71EC88CE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1A493D60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6C44D24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33D01992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D86B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</w:p>
        </w:tc>
      </w:tr>
      <w:tr w:rsidR="000B53B2" w:rsidRPr="000D24FD" w14:paraId="0B9BC4E3" w14:textId="77777777" w:rsidTr="00C82E0D">
        <w:trPr>
          <w:trHeight w:val="843"/>
        </w:trPr>
        <w:tc>
          <w:tcPr>
            <w:tcW w:w="568" w:type="dxa"/>
            <w:vAlign w:val="center"/>
          </w:tcPr>
          <w:p w14:paraId="67E40911" w14:textId="77777777" w:rsidR="000B53B2" w:rsidRPr="000D24FD" w:rsidRDefault="000B53B2" w:rsidP="00C82E0D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23CCA1C" w14:textId="77777777" w:rsidR="000B53B2" w:rsidRPr="000D24FD" w:rsidRDefault="000B53B2" w:rsidP="00C82E0D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227474" w14:textId="77777777" w:rsidR="000B53B2" w:rsidRPr="000D24FD" w:rsidRDefault="000B53B2" w:rsidP="00C82E0D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01DA6FA5" w14:textId="77777777" w:rsidR="000B53B2" w:rsidRPr="000D24FD" w:rsidRDefault="000B53B2" w:rsidP="00C82E0D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3F9B6D4" w14:textId="77777777" w:rsidR="000B53B2" w:rsidRPr="000D24FD" w:rsidRDefault="000B53B2" w:rsidP="00C82E0D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AB1A" w14:textId="77777777" w:rsidR="000B53B2" w:rsidRPr="000D24FD" w:rsidRDefault="000B53B2" w:rsidP="00C82E0D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71DCF408" w14:textId="77777777" w:rsidR="000B53B2" w:rsidRPr="000D24FD" w:rsidRDefault="000B53B2" w:rsidP="000B53B2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448AC041" w14:textId="77777777" w:rsidR="000B53B2" w:rsidRPr="000D24FD" w:rsidRDefault="000B53B2" w:rsidP="000B53B2">
      <w:pPr>
        <w:spacing w:before="120"/>
        <w:ind w:left="-284" w:right="-569"/>
        <w:outlineLvl w:val="0"/>
        <w:rPr>
          <w:rFonts w:cstheme="minorHAnsi"/>
          <w:i/>
        </w:rPr>
      </w:pPr>
    </w:p>
    <w:p w14:paraId="19FE6671" w14:textId="77777777" w:rsidR="000B53B2" w:rsidRPr="000D24FD" w:rsidRDefault="000B53B2" w:rsidP="000B53B2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 xml:space="preserve">/roboty </w:t>
      </w:r>
      <w:r w:rsidRPr="000D24FD">
        <w:rPr>
          <w:rFonts w:cstheme="minorHAnsi"/>
        </w:rPr>
        <w:t>zostały wykonane lub są wykonywane należycie.</w:t>
      </w:r>
    </w:p>
    <w:p w14:paraId="4FACB4F2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2FA69516" w14:textId="77777777" w:rsidR="000B53B2" w:rsidRDefault="000B53B2" w:rsidP="000B53B2">
      <w:pPr>
        <w:rPr>
          <w:rFonts w:cstheme="minorHAnsi"/>
        </w:rPr>
      </w:pPr>
    </w:p>
    <w:p w14:paraId="24B2396C" w14:textId="77777777" w:rsidR="000B53B2" w:rsidRDefault="000B53B2" w:rsidP="000B53B2">
      <w:pPr>
        <w:rPr>
          <w:rFonts w:cstheme="minorHAnsi"/>
        </w:rPr>
      </w:pPr>
    </w:p>
    <w:p w14:paraId="6451A233" w14:textId="77777777" w:rsidR="000B53B2" w:rsidRDefault="000B53B2" w:rsidP="000B53B2">
      <w:pPr>
        <w:rPr>
          <w:rFonts w:cstheme="minorHAnsi"/>
        </w:rPr>
      </w:pPr>
    </w:p>
    <w:p w14:paraId="2AC860AF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6431F177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0C38435" w14:textId="3767B8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11267D4" w14:textId="38634E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4C840EC" w14:textId="3C700B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316AA2D5" w14:textId="257A04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50C5149" w14:textId="14A6B24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A11FAF9" w14:textId="37BCD67F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627D87B2" w14:textId="7F8117B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C1D142B" w14:textId="3D60E002" w:rsidR="000B53B2" w:rsidRDefault="000B53B2" w:rsidP="000E361E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487E93AE" w14:textId="77777777" w:rsidR="000E361E" w:rsidRDefault="000E361E" w:rsidP="000E361E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6620119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</w:t>
      </w:r>
    </w:p>
    <w:p w14:paraId="774F89B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1635D11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B53B2" w:rsidRPr="000855FF" w14:paraId="42840D0B" w14:textId="77777777" w:rsidTr="00C82E0D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1BF62D85" w14:textId="77777777" w:rsidR="000B53B2" w:rsidRPr="000855FF" w:rsidRDefault="000B53B2" w:rsidP="00C82E0D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3D00B6" w14:textId="77777777" w:rsidR="000B53B2" w:rsidRPr="000855FF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15512534" w14:textId="77777777" w:rsidR="000B53B2" w:rsidRPr="000855FF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650D029F" w14:textId="77777777" w:rsidR="000B53B2" w:rsidRPr="000855FF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2A7995" w14:textId="77777777" w:rsidR="000B53B2" w:rsidRPr="000855FF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873194" w14:textId="77777777" w:rsidR="000B53B2" w:rsidRPr="000855FF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6C85DC8B" w14:textId="77777777" w:rsidR="000B53B2" w:rsidRPr="000855FF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C245" w14:textId="77777777" w:rsidR="000B53B2" w:rsidRPr="000855FF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28ABC1FC" w14:textId="77777777" w:rsidR="000B53B2" w:rsidRPr="000855FF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03DB01E" w14:textId="77777777" w:rsidR="000B53B2" w:rsidRPr="000855FF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99A6B5B" w14:textId="77777777" w:rsidR="000B53B2" w:rsidRPr="000855FF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74155095" w14:textId="77777777" w:rsidR="000B53B2" w:rsidRPr="00604B83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70C14BC1" w14:textId="77777777" w:rsidR="000B53B2" w:rsidRPr="000855FF" w:rsidRDefault="000B53B2" w:rsidP="00C82E0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5EF5486B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02E82085" w14:textId="77777777" w:rsidR="000B53B2" w:rsidRDefault="000B53B2" w:rsidP="000B53B2">
      <w:pPr>
        <w:jc w:val="both"/>
        <w:rPr>
          <w:rFonts w:ascii="Verdana" w:eastAsia="Verdana" w:hAnsi="Verdana" w:cs="Times New Roman"/>
        </w:rPr>
      </w:pPr>
    </w:p>
    <w:p w14:paraId="1E343428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53C1B1F5" w14:textId="77777777" w:rsidR="000B53B2" w:rsidRPr="000855FF" w:rsidRDefault="000B53B2" w:rsidP="000B53B2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48D4E32A" w14:textId="2FABDD7D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0E361E" w:rsidRPr="00AE1265">
        <w:rPr>
          <w:rFonts w:cstheme="minorHAnsi"/>
          <w:noProof/>
          <w:lang w:eastAsia="pl-PL"/>
        </w:rPr>
        <w:t>POST/DYS/OW/GZ/04552/2025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0E361E" w:rsidRPr="00AE1265">
        <w:rPr>
          <w:rFonts w:cstheme="minorHAnsi"/>
          <w:noProof/>
          <w:lang w:eastAsia="pl-PL"/>
        </w:rPr>
        <w:t>Opracowanie dokumentacji techniczno-prawnej w podziale na części: Część 1: Emilianów gm. Radzymin, warunki przyłączenia nr 25-G0/WP/00562 i nr 25-G0/WP/00563. Część 2: Pass gm. Błonie, warunki przyłączenia nr 25-G0/WP/00516. Część 3: Jędrzejów Stary gm. Jakubów, zgodnie z warunkami przyłączenia nr 25-G0/WP/00604 oraz Moczydła gm. Jakubów, zgodnie z warunkami przyłączenia nr 25-G0/WP/00603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2A1B8FF6" w14:textId="77777777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E6E91B4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B53B2" w:rsidRPr="000855FF" w14:paraId="68580760" w14:textId="77777777" w:rsidTr="00C82E0D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2D88F36" w14:textId="77777777" w:rsidR="000B53B2" w:rsidRPr="002F4B1B" w:rsidRDefault="000B53B2" w:rsidP="00C82E0D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8FB0F50" w14:textId="77777777" w:rsidR="000B53B2" w:rsidRPr="002F4B1B" w:rsidRDefault="000B53B2" w:rsidP="00C82E0D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2876447" w14:textId="77777777" w:rsidR="000B53B2" w:rsidRPr="002F4B1B" w:rsidRDefault="000B53B2" w:rsidP="00C82E0D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1EC725" w14:textId="77777777" w:rsidR="000B53B2" w:rsidRPr="002F4B1B" w:rsidRDefault="000B53B2" w:rsidP="00C82E0D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ACA97A1" w14:textId="77777777" w:rsidR="000B53B2" w:rsidRPr="002F4B1B" w:rsidRDefault="000B53B2" w:rsidP="00C82E0D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927D660" w14:textId="77777777" w:rsidR="000B53B2" w:rsidRPr="002F4B1B" w:rsidRDefault="000B53B2" w:rsidP="00C82E0D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905823">
              <w:rPr>
                <w:rFonts w:cstheme="minorHAnsi"/>
              </w:rPr>
              <w:t xml:space="preserve">…. </w:t>
            </w:r>
            <w:r w:rsidRPr="00905823">
              <w:rPr>
                <w:rFonts w:cstheme="minorHAnsi"/>
                <w:lang w:eastAsia="pl-PL"/>
              </w:rPr>
              <w:t>[</w:t>
            </w:r>
            <w:r w:rsidRPr="00905823">
              <w:rPr>
                <w:rFonts w:cstheme="minorHAnsi"/>
              </w:rPr>
              <w:t>wskazać inne, jeśli dotyczy</w:t>
            </w:r>
            <w:r w:rsidRPr="00905823">
              <w:rPr>
                <w:rFonts w:cstheme="minorHAnsi"/>
                <w:lang w:eastAsia="pl-PL"/>
              </w:rPr>
              <w:t>]</w:t>
            </w:r>
          </w:p>
        </w:tc>
      </w:tr>
      <w:tr w:rsidR="000B53B2" w:rsidRPr="000855FF" w14:paraId="4AD1D7B8" w14:textId="77777777" w:rsidTr="00C82E0D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DA4D" w14:textId="77777777" w:rsidR="000B53B2" w:rsidRPr="000855FF" w:rsidRDefault="000B53B2" w:rsidP="00C82E0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6915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0B72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CC75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9F9D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2539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E180B57" w14:textId="77777777" w:rsidTr="00C82E0D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89C7" w14:textId="77777777" w:rsidR="000B53B2" w:rsidRPr="000855FF" w:rsidRDefault="000B53B2" w:rsidP="00C82E0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92A1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DD5E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1F6F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DFAE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07E0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AC58F88" w14:textId="77777777" w:rsidTr="00C82E0D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0941" w14:textId="77777777" w:rsidR="000B53B2" w:rsidRPr="000855FF" w:rsidRDefault="000B53B2" w:rsidP="00C82E0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FE2C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5B2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4A9E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8F00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D9BB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16E8BEC7" w14:textId="77777777" w:rsidTr="00C82E0D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41E1" w14:textId="77777777" w:rsidR="000B53B2" w:rsidRPr="000855FF" w:rsidRDefault="000B53B2" w:rsidP="00C82E0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16C0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9E91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D9DA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2403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5A31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3CDD6EE" w14:textId="77777777" w:rsidTr="00C82E0D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9BE0" w14:textId="77777777" w:rsidR="000B53B2" w:rsidRPr="000855FF" w:rsidRDefault="000B53B2" w:rsidP="00C82E0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DA6E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AA1E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19E9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F7C1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878D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3ABB56D5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FFEF249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2A1AA3F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7F0CF08D" w14:textId="77777777" w:rsidR="000B53B2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E753DDF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24D6089F" w14:textId="75BFC37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58BAA264" w14:textId="2B3CFBB5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D911CD4" w14:textId="1C215089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51B5A75" w14:textId="42627ED1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7A7F2D0" w14:textId="031CF00A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08315E51" w14:textId="7997DCA3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1F85B4A" w14:textId="64C97DCE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20EC39F4" w14:textId="17681F8E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108F3AB1" w14:textId="49F63118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36158D2" w14:textId="59A98BDC" w:rsidR="00466AE9" w:rsidRDefault="00466AE9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B266A95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6F7CF2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10</w:t>
      </w:r>
      <w:r w:rsidRPr="006F7CF2">
        <w:rPr>
          <w:rFonts w:ascii="Verdana" w:eastAsia="Verdana" w:hAnsi="Verdana" w:cs="Times New Roman"/>
          <w:b/>
        </w:rPr>
        <w:t xml:space="preserve"> DO SWZ – ZOBOWIĄZANIE PODMIOTU DO UDOSTEPNIENIA ZASOBÓW </w:t>
      </w:r>
    </w:p>
    <w:p w14:paraId="6BD3AF5E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32FB8FCD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0B53B2" w:rsidRPr="006B56FD" w14:paraId="7DE2C31C" w14:textId="77777777" w:rsidTr="00C82E0D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77C87F9D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61D4A990" w14:textId="77777777" w:rsidR="000B53B2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3679D926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7B8C467E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F7938BF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7882E3A8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0648FED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26684" w14:textId="77777777" w:rsidR="000B53B2" w:rsidRPr="006B56FD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3A53B39D" w14:textId="77777777" w:rsidR="000B53B2" w:rsidRPr="006B56FD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1E69D3" w14:textId="77777777" w:rsidR="000B53B2" w:rsidRPr="006B56FD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1CE8AB0" w14:textId="77777777" w:rsidR="000B53B2" w:rsidRPr="006B56FD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AB3CE7" w14:textId="77777777" w:rsidR="000B53B2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</w:p>
          <w:p w14:paraId="234C6840" w14:textId="77777777" w:rsidR="000B53B2" w:rsidRPr="000855FF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Warszawa</w:t>
            </w:r>
          </w:p>
          <w:p w14:paraId="4548333F" w14:textId="77777777" w:rsidR="000B53B2" w:rsidRPr="006B56FD" w:rsidRDefault="000B53B2" w:rsidP="00C82E0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Marsa 95, 04-470 Warszawa</w:t>
            </w:r>
          </w:p>
        </w:tc>
      </w:tr>
    </w:tbl>
    <w:p w14:paraId="7F641775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3DE4E14F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10A46CA4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6F7CF2">
        <w:rPr>
          <w:rFonts w:cstheme="minorHAnsi"/>
          <w:b/>
          <w:szCs w:val="18"/>
        </w:rPr>
        <w:t>ZOBOWIĄZANIE PODMIOTU DO UDOSTĘPNENIA ZASOBÓW</w:t>
      </w:r>
    </w:p>
    <w:p w14:paraId="0EE89A5C" w14:textId="77777777" w:rsidR="000B53B2" w:rsidRPr="00B67D39" w:rsidRDefault="000B53B2" w:rsidP="000B53B2">
      <w:pPr>
        <w:jc w:val="both"/>
        <w:rPr>
          <w:rFonts w:eastAsia="Verdana" w:cs="Times New Roman"/>
          <w:szCs w:val="18"/>
        </w:rPr>
      </w:pPr>
    </w:p>
    <w:p w14:paraId="0C76798A" w14:textId="342435D8" w:rsidR="000B53B2" w:rsidRPr="006F7CF2" w:rsidRDefault="000B53B2" w:rsidP="000B53B2">
      <w:pPr>
        <w:jc w:val="both"/>
        <w:rPr>
          <w:rFonts w:cstheme="minorHAnsi"/>
          <w:sz w:val="14"/>
        </w:rPr>
      </w:pPr>
      <w:r w:rsidRPr="006F7CF2">
        <w:rPr>
          <w:rFonts w:eastAsia="Calibri" w:cstheme="minorHAnsi"/>
          <w:lang w:eastAsia="pl-PL"/>
        </w:rPr>
        <w:t xml:space="preserve">Dotyczy postępowania zakupowego nr </w:t>
      </w:r>
      <w:r>
        <w:rPr>
          <w:rFonts w:eastAsia="Calibri" w:cstheme="minorHAnsi"/>
          <w:lang w:eastAsia="pl-PL"/>
        </w:rPr>
        <w:fldChar w:fldCharType="begin"/>
      </w:r>
      <w:r>
        <w:rPr>
          <w:rFonts w:eastAsia="Calibri" w:cstheme="minorHAnsi"/>
          <w:lang w:eastAsia="pl-PL"/>
        </w:rPr>
        <w:instrText xml:space="preserve"> MERGEFIELD nr_postepowania </w:instrText>
      </w:r>
      <w:r>
        <w:rPr>
          <w:rFonts w:eastAsia="Calibri" w:cstheme="minorHAnsi"/>
          <w:lang w:eastAsia="pl-PL"/>
        </w:rPr>
        <w:fldChar w:fldCharType="separate"/>
      </w:r>
      <w:r w:rsidR="000E361E" w:rsidRPr="00AE1265">
        <w:rPr>
          <w:rFonts w:eastAsia="Calibri" w:cstheme="minorHAnsi"/>
          <w:noProof/>
          <w:lang w:eastAsia="pl-PL"/>
        </w:rPr>
        <w:t>POST/DYS/OW/GZ/04552/2025</w:t>
      </w:r>
      <w:r>
        <w:rPr>
          <w:rFonts w:eastAsia="Calibri" w:cstheme="minorHAnsi"/>
          <w:lang w:eastAsia="pl-PL"/>
        </w:rPr>
        <w:fldChar w:fldCharType="end"/>
      </w:r>
      <w:r w:rsidRPr="006F7CF2">
        <w:rPr>
          <w:rFonts w:eastAsia="Calibri" w:cstheme="minorHAnsi"/>
          <w:lang w:eastAsia="pl-PL"/>
        </w:rPr>
        <w:t xml:space="preserve"> prowadzonego w trybie przetargu nieograniczonego pn.  </w:t>
      </w:r>
      <w:r>
        <w:rPr>
          <w:rFonts w:eastAsia="Calibri" w:cstheme="minorHAnsi"/>
          <w:lang w:eastAsia="pl-PL"/>
        </w:rPr>
        <w:fldChar w:fldCharType="begin"/>
      </w:r>
      <w:r>
        <w:rPr>
          <w:rFonts w:eastAsia="Calibri" w:cstheme="minorHAnsi"/>
          <w:lang w:eastAsia="pl-PL"/>
        </w:rPr>
        <w:instrText xml:space="preserve"> MERGEFIELD nazwa_post </w:instrText>
      </w:r>
      <w:r>
        <w:rPr>
          <w:rFonts w:eastAsia="Calibri" w:cstheme="minorHAnsi"/>
          <w:lang w:eastAsia="pl-PL"/>
        </w:rPr>
        <w:fldChar w:fldCharType="separate"/>
      </w:r>
      <w:r w:rsidR="000E361E" w:rsidRPr="00AE1265">
        <w:rPr>
          <w:rFonts w:eastAsia="Calibri" w:cstheme="minorHAnsi"/>
          <w:noProof/>
          <w:lang w:eastAsia="pl-PL"/>
        </w:rPr>
        <w:t>Opracowanie dokumentacji techniczno-prawnej w podziale na części: Część 1: Emilianów gm. Radzymin, warunki przyłączenia nr 25-G0/WP/00562 i nr 25-G0/WP/00563. Część 2: Pass gm. Błonie, warunki przyłączenia nr 25-G0/WP/00516. Część 3: Jędrzejów Stary gm. Jakubów, zgodnie z warunkami przyłączenia nr 25-G0/WP/00604 oraz Moczydła gm. Jakubów, zgodnie z warunkami przyłączenia nr 25-G0/WP/00603</w:t>
      </w:r>
      <w:r>
        <w:rPr>
          <w:rFonts w:eastAsia="Calibri" w:cstheme="minorHAnsi"/>
          <w:lang w:eastAsia="pl-PL"/>
        </w:rPr>
        <w:fldChar w:fldCharType="end"/>
      </w:r>
      <w:r>
        <w:rPr>
          <w:rFonts w:eastAsia="Calibri" w:cstheme="minorHAnsi"/>
          <w:lang w:eastAsia="pl-PL"/>
        </w:rPr>
        <w:t>.</w:t>
      </w:r>
    </w:p>
    <w:p w14:paraId="38216CDD" w14:textId="77777777" w:rsidR="000B53B2" w:rsidRDefault="000B53B2" w:rsidP="000B53B2">
      <w:pPr>
        <w:jc w:val="both"/>
        <w:rPr>
          <w:rFonts w:cstheme="minorHAnsi"/>
          <w:sz w:val="16"/>
        </w:rPr>
      </w:pPr>
    </w:p>
    <w:p w14:paraId="755A29EE" w14:textId="77777777" w:rsidR="000B53B2" w:rsidRPr="006F7CF2" w:rsidRDefault="000B53B2" w:rsidP="000B53B2">
      <w:pPr>
        <w:jc w:val="both"/>
        <w:rPr>
          <w:rFonts w:eastAsia="Calibri" w:cstheme="minorHAnsi"/>
          <w:szCs w:val="18"/>
          <w:lang w:eastAsia="pl-PL"/>
        </w:rPr>
      </w:pPr>
      <w:r w:rsidRPr="006F7CF2">
        <w:rPr>
          <w:rFonts w:eastAsia="Calibri" w:cstheme="minorHAnsi"/>
          <w:b/>
          <w:szCs w:val="18"/>
          <w:lang w:eastAsia="pl-PL"/>
        </w:rPr>
        <w:t>Działając w imieniu: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830"/>
      </w:tblGrid>
      <w:tr w:rsidR="000B53B2" w:rsidRPr="006F7CF2" w14:paraId="250C266D" w14:textId="77777777" w:rsidTr="00C82E0D">
        <w:trPr>
          <w:cantSplit/>
          <w:trHeight w:val="532"/>
        </w:trPr>
        <w:tc>
          <w:tcPr>
            <w:tcW w:w="4253" w:type="dxa"/>
            <w:shd w:val="clear" w:color="auto" w:fill="C6D9F1"/>
            <w:vAlign w:val="center"/>
          </w:tcPr>
          <w:p w14:paraId="1F0792E3" w14:textId="77777777" w:rsidR="000B53B2" w:rsidRPr="006F7CF2" w:rsidRDefault="000B53B2" w:rsidP="00C82E0D">
            <w:pPr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009AD906" w14:textId="77777777" w:rsidR="000B53B2" w:rsidRPr="006F7CF2" w:rsidRDefault="000B53B2" w:rsidP="00C82E0D">
            <w:pPr>
              <w:ind w:left="214" w:hanging="14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Adres podmiotu</w:t>
            </w:r>
          </w:p>
        </w:tc>
        <w:tc>
          <w:tcPr>
            <w:tcW w:w="2830" w:type="dxa"/>
            <w:shd w:val="clear" w:color="auto" w:fill="C6D9F1"/>
            <w:vAlign w:val="center"/>
          </w:tcPr>
          <w:p w14:paraId="4F846464" w14:textId="77777777" w:rsidR="000B53B2" w:rsidRPr="006F7CF2" w:rsidRDefault="000B53B2" w:rsidP="00C82E0D">
            <w:pPr>
              <w:ind w:firstLine="7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NIP/REGON</w:t>
            </w:r>
          </w:p>
        </w:tc>
      </w:tr>
      <w:tr w:rsidR="000B53B2" w:rsidRPr="006F7CF2" w14:paraId="7EF838F2" w14:textId="77777777" w:rsidTr="00C82E0D">
        <w:trPr>
          <w:cantSplit/>
          <w:trHeight w:val="145"/>
        </w:trPr>
        <w:tc>
          <w:tcPr>
            <w:tcW w:w="4253" w:type="dxa"/>
          </w:tcPr>
          <w:p w14:paraId="5E2AD739" w14:textId="77777777" w:rsidR="000B53B2" w:rsidRPr="006F7CF2" w:rsidRDefault="000B53B2" w:rsidP="00C82E0D">
            <w:pPr>
              <w:ind w:hanging="1418"/>
              <w:jc w:val="center"/>
              <w:rPr>
                <w:szCs w:val="18"/>
              </w:rPr>
            </w:pPr>
          </w:p>
          <w:p w14:paraId="2C8F8551" w14:textId="77777777" w:rsidR="000B53B2" w:rsidRPr="006F7CF2" w:rsidRDefault="000B53B2" w:rsidP="00C82E0D">
            <w:pPr>
              <w:ind w:hanging="1418"/>
              <w:rPr>
                <w:szCs w:val="18"/>
              </w:rPr>
            </w:pPr>
          </w:p>
        </w:tc>
        <w:tc>
          <w:tcPr>
            <w:tcW w:w="2835" w:type="dxa"/>
          </w:tcPr>
          <w:p w14:paraId="18FA4593" w14:textId="77777777" w:rsidR="000B53B2" w:rsidRPr="006F7CF2" w:rsidRDefault="000B53B2" w:rsidP="00C82E0D">
            <w:pPr>
              <w:ind w:hanging="1418"/>
              <w:jc w:val="center"/>
              <w:rPr>
                <w:szCs w:val="18"/>
              </w:rPr>
            </w:pPr>
          </w:p>
        </w:tc>
        <w:tc>
          <w:tcPr>
            <w:tcW w:w="2830" w:type="dxa"/>
          </w:tcPr>
          <w:p w14:paraId="544BE760" w14:textId="77777777" w:rsidR="000B53B2" w:rsidRPr="006F7CF2" w:rsidRDefault="000B53B2" w:rsidP="00C82E0D">
            <w:pPr>
              <w:ind w:hanging="1418"/>
              <w:jc w:val="center"/>
              <w:rPr>
                <w:szCs w:val="18"/>
              </w:rPr>
            </w:pPr>
          </w:p>
        </w:tc>
      </w:tr>
    </w:tbl>
    <w:p w14:paraId="13AD8B69" w14:textId="77777777" w:rsidR="000B53B2" w:rsidRPr="006F7CF2" w:rsidRDefault="000B53B2" w:rsidP="000B53B2">
      <w:pPr>
        <w:ind w:left="-142"/>
        <w:rPr>
          <w:rFonts w:eastAsia="Calibri" w:cstheme="minorHAnsi"/>
          <w:szCs w:val="18"/>
          <w:lang w:eastAsia="pl-PL"/>
        </w:rPr>
      </w:pPr>
    </w:p>
    <w:p w14:paraId="03C9F96A" w14:textId="77777777" w:rsidR="000B53B2" w:rsidRDefault="000B53B2" w:rsidP="000B53B2">
      <w:pPr>
        <w:jc w:val="both"/>
        <w:rPr>
          <w:szCs w:val="18"/>
        </w:rPr>
      </w:pPr>
      <w:r w:rsidRPr="006F7CF2">
        <w:rPr>
          <w:rFonts w:eastAsia="Calibri" w:cstheme="minorHAnsi"/>
          <w:b/>
          <w:szCs w:val="18"/>
          <w:lang w:eastAsia="pl-PL"/>
        </w:rPr>
        <w:t>Oświadczamy</w:t>
      </w:r>
      <w:r w:rsidRPr="006F7CF2">
        <w:rPr>
          <w:szCs w:val="18"/>
        </w:rPr>
        <w:t>, że zobowiązujemy się do oddania Wykonawcy ………………………………….……... (</w:t>
      </w:r>
      <w:r w:rsidRPr="006F7CF2">
        <w:rPr>
          <w:i/>
          <w:szCs w:val="18"/>
        </w:rPr>
        <w:t>nazwa Wykonawcy</w:t>
      </w:r>
      <w:r w:rsidRPr="006F7CF2">
        <w:rPr>
          <w:szCs w:val="18"/>
        </w:rPr>
        <w:t>) do dyspozycji niezbędne zasoby na potrzeby realizacji przedmiotowego Zakupu w zakresie:</w:t>
      </w:r>
    </w:p>
    <w:p w14:paraId="767208CF" w14:textId="77777777" w:rsidR="000B53B2" w:rsidRPr="006F7CF2" w:rsidRDefault="000B53B2" w:rsidP="000B53B2">
      <w:pPr>
        <w:jc w:val="both"/>
        <w:rPr>
          <w:szCs w:val="18"/>
        </w:rPr>
      </w:pPr>
      <w:r w:rsidRPr="006F7CF2">
        <w:rPr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735"/>
        <w:gridCol w:w="992"/>
        <w:gridCol w:w="1809"/>
        <w:gridCol w:w="2268"/>
        <w:gridCol w:w="1554"/>
      </w:tblGrid>
      <w:tr w:rsidR="000B53B2" w:rsidRPr="006F7CF2" w14:paraId="333304EE" w14:textId="77777777" w:rsidTr="00C82E0D">
        <w:trPr>
          <w:trHeight w:val="1104"/>
        </w:trPr>
        <w:tc>
          <w:tcPr>
            <w:tcW w:w="1560" w:type="dxa"/>
            <w:shd w:val="clear" w:color="auto" w:fill="B7CDF9" w:themeFill="text2" w:themeFillTint="33"/>
            <w:vAlign w:val="center"/>
          </w:tcPr>
          <w:p w14:paraId="0FC8DAF9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Warunek na spełnienie którego Podmiot udostępnia zasoby</w:t>
            </w:r>
          </w:p>
        </w:tc>
        <w:tc>
          <w:tcPr>
            <w:tcW w:w="1735" w:type="dxa"/>
            <w:shd w:val="clear" w:color="auto" w:fill="B7CDF9" w:themeFill="text2" w:themeFillTint="33"/>
            <w:vAlign w:val="center"/>
          </w:tcPr>
          <w:p w14:paraId="278539FB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Rodzaj zasobu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 xml:space="preserve">) </w:t>
            </w:r>
            <w:r w:rsidRPr="006F7CF2">
              <w:rPr>
                <w:rFonts w:cstheme="minorHAnsi"/>
                <w:i/>
                <w:szCs w:val="18"/>
                <w:highlight w:val="yellow"/>
              </w:rPr>
              <w:t>[wskazać właściwe</w:t>
            </w:r>
            <w:r w:rsidRPr="006F7CF2">
              <w:rPr>
                <w:rFonts w:cstheme="minorHAnsi"/>
                <w:i/>
                <w:szCs w:val="18"/>
              </w:rPr>
              <w:t>]</w:t>
            </w:r>
          </w:p>
        </w:tc>
        <w:tc>
          <w:tcPr>
            <w:tcW w:w="992" w:type="dxa"/>
            <w:shd w:val="clear" w:color="auto" w:fill="B7CDF9" w:themeFill="text2" w:themeFillTint="33"/>
            <w:vAlign w:val="center"/>
          </w:tcPr>
          <w:p w14:paraId="3D0E1C83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Zakres udostępnianych zasobów</w:t>
            </w:r>
          </w:p>
        </w:tc>
        <w:tc>
          <w:tcPr>
            <w:tcW w:w="1809" w:type="dxa"/>
            <w:shd w:val="clear" w:color="auto" w:fill="B7CDF9" w:themeFill="text2" w:themeFillTint="33"/>
            <w:vAlign w:val="center"/>
          </w:tcPr>
          <w:p w14:paraId="6168AE9F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Sposób udostępnienia Wykonawcy i wykorzystania przez niego zasobów przy wykonywaniu Zakupu</w:t>
            </w:r>
          </w:p>
        </w:tc>
        <w:tc>
          <w:tcPr>
            <w:tcW w:w="2268" w:type="dxa"/>
            <w:shd w:val="clear" w:color="auto" w:fill="B7CDF9" w:themeFill="text2" w:themeFillTint="33"/>
            <w:vAlign w:val="center"/>
          </w:tcPr>
          <w:p w14:paraId="07FFEC39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Czy zasoby są udostępniane na cały okres realizacji Zakupu/Umowy (TAK/NIE</w:t>
            </w:r>
            <w:r w:rsidRPr="006F7CF2">
              <w:rPr>
                <w:szCs w:val="18"/>
                <w:vertAlign w:val="superscript"/>
              </w:rPr>
              <w:footnoteReference w:id="10"/>
            </w:r>
            <w:r w:rsidRPr="006F7CF2">
              <w:rPr>
                <w:szCs w:val="18"/>
              </w:rPr>
              <w:t xml:space="preserve">) </w:t>
            </w:r>
          </w:p>
          <w:p w14:paraId="0015EDC0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Okres udostępnienia zasobów</w:t>
            </w:r>
          </w:p>
        </w:tc>
        <w:tc>
          <w:tcPr>
            <w:tcW w:w="1554" w:type="dxa"/>
            <w:shd w:val="clear" w:color="auto" w:fill="B7CDF9" w:themeFill="text2" w:themeFillTint="33"/>
          </w:tcPr>
          <w:p w14:paraId="644E8436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Udział oraz zakres Podmiotu udostępniającego zasoby w realizacji Usług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>)</w:t>
            </w:r>
          </w:p>
        </w:tc>
      </w:tr>
      <w:tr w:rsidR="000B53B2" w:rsidRPr="006F7CF2" w14:paraId="5FE47648" w14:textId="77777777" w:rsidTr="00C82E0D">
        <w:trPr>
          <w:trHeight w:val="277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4750E27F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Sytuacja ekonomiczna lub finansowa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050DF948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Polisa OC</w:t>
            </w:r>
          </w:p>
        </w:tc>
        <w:tc>
          <w:tcPr>
            <w:tcW w:w="992" w:type="dxa"/>
          </w:tcPr>
          <w:p w14:paraId="0420FC27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809" w:type="dxa"/>
          </w:tcPr>
          <w:p w14:paraId="0076121A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2268" w:type="dxa"/>
          </w:tcPr>
          <w:p w14:paraId="4CA1302F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554" w:type="dxa"/>
          </w:tcPr>
          <w:p w14:paraId="5EC25284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</w:tr>
      <w:tr w:rsidR="000B53B2" w:rsidRPr="006F7CF2" w14:paraId="2A033B4B" w14:textId="77777777" w:rsidTr="00C82E0D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5A9A8A50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5B8F6F3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Środki finansowe / zdolność kredytowa</w:t>
            </w:r>
          </w:p>
        </w:tc>
        <w:tc>
          <w:tcPr>
            <w:tcW w:w="992" w:type="dxa"/>
          </w:tcPr>
          <w:p w14:paraId="53E6CAF4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5804C416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49E36AD7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48694B2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0B53B2" w:rsidRPr="006F7CF2" w14:paraId="3444F999" w14:textId="77777777" w:rsidTr="00C82E0D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590682C9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9D4515A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Roczny przychód/ Sprawozdanie</w:t>
            </w:r>
          </w:p>
        </w:tc>
        <w:tc>
          <w:tcPr>
            <w:tcW w:w="992" w:type="dxa"/>
          </w:tcPr>
          <w:p w14:paraId="1141DEF6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2713411C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28B59C6D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5A3EBF7D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0B53B2" w:rsidRPr="006F7CF2" w14:paraId="134E735A" w14:textId="77777777" w:rsidTr="00C82E0D">
        <w:trPr>
          <w:trHeight w:val="42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5283E98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Zdolność techniczna lub zawodowa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03F62929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Wykształcenie/kwalifikacje zawodowe</w:t>
            </w:r>
          </w:p>
        </w:tc>
        <w:tc>
          <w:tcPr>
            <w:tcW w:w="992" w:type="dxa"/>
          </w:tcPr>
          <w:p w14:paraId="1595B881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2BD3DF97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7A357C91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70F8C946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0B53B2" w:rsidRPr="006F7CF2" w14:paraId="1747D68A" w14:textId="77777777" w:rsidTr="00C82E0D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3ABECFB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35AF363F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Doświadczenie</w:t>
            </w:r>
          </w:p>
        </w:tc>
        <w:tc>
          <w:tcPr>
            <w:tcW w:w="992" w:type="dxa"/>
          </w:tcPr>
          <w:p w14:paraId="1DC0D94B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0A5CD3E3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26396370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02A88D78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0B53B2" w:rsidRPr="006F7CF2" w14:paraId="14C4D107" w14:textId="77777777" w:rsidTr="00C82E0D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9FE2A7A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6B05998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osobowy</w:t>
            </w:r>
          </w:p>
        </w:tc>
        <w:tc>
          <w:tcPr>
            <w:tcW w:w="992" w:type="dxa"/>
          </w:tcPr>
          <w:p w14:paraId="1669FCCE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7B14237A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4EA20BCF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39ABF438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0B53B2" w:rsidRPr="006F7CF2" w14:paraId="495D8CDF" w14:textId="77777777" w:rsidTr="00C82E0D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5D93B45C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067B1DD1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techniczny</w:t>
            </w:r>
          </w:p>
        </w:tc>
        <w:tc>
          <w:tcPr>
            <w:tcW w:w="992" w:type="dxa"/>
          </w:tcPr>
          <w:p w14:paraId="3C33A016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23913892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53404F2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07AE6B78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</w:tbl>
    <w:p w14:paraId="24F21C48" w14:textId="77777777" w:rsidR="000B53B2" w:rsidRPr="006F7CF2" w:rsidRDefault="000B53B2" w:rsidP="000B53B2">
      <w:pPr>
        <w:autoSpaceDE w:val="0"/>
        <w:autoSpaceDN w:val="0"/>
        <w:adjustRightInd w:val="0"/>
        <w:rPr>
          <w:szCs w:val="18"/>
        </w:rPr>
      </w:pPr>
    </w:p>
    <w:p w14:paraId="7733C4C1" w14:textId="77777777" w:rsidR="000B53B2" w:rsidRPr="006F7CF2" w:rsidRDefault="000B53B2" w:rsidP="000B53B2">
      <w:pPr>
        <w:autoSpaceDE w:val="0"/>
        <w:autoSpaceDN w:val="0"/>
        <w:adjustRightInd w:val="0"/>
        <w:jc w:val="both"/>
        <w:rPr>
          <w:szCs w:val="18"/>
        </w:rPr>
      </w:pPr>
      <w:r w:rsidRPr="006F7CF2">
        <w:rPr>
          <w:szCs w:val="18"/>
        </w:rPr>
        <w:t xml:space="preserve">Ponadto </w:t>
      </w:r>
      <w:r w:rsidRPr="006F7CF2">
        <w:rPr>
          <w:b/>
          <w:szCs w:val="18"/>
        </w:rPr>
        <w:t>OŚWIADCZAMY</w:t>
      </w:r>
      <w:r w:rsidRPr="006F7CF2">
        <w:rPr>
          <w:szCs w:val="18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6F7CF2">
        <w:rPr>
          <w:szCs w:val="18"/>
          <w:vertAlign w:val="superscript"/>
        </w:rPr>
        <w:footnoteReference w:id="11"/>
      </w:r>
      <w:r w:rsidRPr="006F7CF2">
        <w:rPr>
          <w:szCs w:val="18"/>
        </w:rPr>
        <w:t>.</w:t>
      </w:r>
    </w:p>
    <w:p w14:paraId="18100EB6" w14:textId="77777777" w:rsidR="000B53B2" w:rsidRPr="006F7CF2" w:rsidRDefault="000B53B2" w:rsidP="000B53B2">
      <w:pPr>
        <w:autoSpaceDE w:val="0"/>
        <w:autoSpaceDN w:val="0"/>
        <w:adjustRightInd w:val="0"/>
        <w:jc w:val="both"/>
        <w:rPr>
          <w:szCs w:val="18"/>
        </w:rPr>
      </w:pPr>
    </w:p>
    <w:p w14:paraId="3B11137D" w14:textId="77777777" w:rsidR="000B53B2" w:rsidRPr="006F7CF2" w:rsidRDefault="000B53B2" w:rsidP="000B53B2">
      <w:pPr>
        <w:jc w:val="both"/>
        <w:rPr>
          <w:rFonts w:cstheme="minorHAnsi"/>
          <w:szCs w:val="18"/>
        </w:rPr>
      </w:pPr>
      <w:r w:rsidRPr="006F7CF2">
        <w:rPr>
          <w:i/>
          <w:szCs w:val="18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1925852B" w14:textId="77777777" w:rsidR="000B53B2" w:rsidRDefault="000B53B2" w:rsidP="000B53B2">
      <w:pPr>
        <w:rPr>
          <w:rFonts w:cstheme="minorHAnsi"/>
        </w:rPr>
      </w:pPr>
    </w:p>
    <w:p w14:paraId="4F728588" w14:textId="77777777" w:rsidR="000B53B2" w:rsidRDefault="000B53B2" w:rsidP="000B53B2">
      <w:pPr>
        <w:rPr>
          <w:rFonts w:cstheme="minorHAnsi"/>
        </w:rPr>
      </w:pPr>
    </w:p>
    <w:p w14:paraId="7779941C" w14:textId="77777777" w:rsidR="000B53B2" w:rsidRDefault="000B53B2" w:rsidP="000B53B2">
      <w:pPr>
        <w:rPr>
          <w:rFonts w:cstheme="minorHAnsi"/>
        </w:rPr>
      </w:pPr>
    </w:p>
    <w:p w14:paraId="0E33F0FC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79B09BEE" w14:textId="53F7F28E" w:rsidR="000B53B2" w:rsidRDefault="000B53B2" w:rsidP="000B53B2">
      <w:pPr>
        <w:ind w:left="5398" w:right="68" w:hanging="153"/>
        <w:jc w:val="center"/>
        <w:rPr>
          <w:rFonts w:cstheme="minorHAnsi"/>
          <w:b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 xml:space="preserve">Data i podpis osoby/osób umocowanej(ych) do złożenia podpisu </w:t>
      </w:r>
      <w:r w:rsidRPr="006F7CF2">
        <w:rPr>
          <w:rFonts w:cstheme="minorHAnsi"/>
          <w:b/>
          <w:i/>
          <w:sz w:val="16"/>
          <w:szCs w:val="16"/>
        </w:rPr>
        <w:t>w imieniu Podmiotu udostępniającego zasoby</w:t>
      </w:r>
    </w:p>
    <w:p w14:paraId="6A210B1F" w14:textId="3F134C0C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2593443" w14:textId="7EC05F26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50F2F9D" w14:textId="1B25E13A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73E2AFD" w14:textId="5D3E0A0B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0143F5C" w14:textId="4DA574D9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F808CEF" w14:textId="3878AFCB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8FCC93A" w14:textId="2D60F712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BF32BCD" w14:textId="6A01E92C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65B2AC1" w14:textId="14D9382A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C4C6C03" w14:textId="74BB0525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5C15B98" w14:textId="62B94062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7E7D7E6" w14:textId="13469D88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7162D2C" w14:textId="33A6E462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49442B1" w14:textId="53B4A139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399E990" w14:textId="610F0CE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96EE4EB" w14:textId="3FCE512E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90D39A2" w14:textId="153A25CE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2C918B8" w14:textId="1FBFA708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677B2E1" w14:textId="15FC57EA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CC55FDD" w14:textId="7E5B6661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3738623" w14:textId="33BFDD08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28F5AC4" w14:textId="544C6EFE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34AE5F6" w14:textId="15FF91AF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884964F" w14:textId="0CFCBF4C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7437ECE" w14:textId="6317535E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0E62740" w14:textId="010D1961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E935203" w14:textId="668C1B1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B45D035" w14:textId="6F687175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F12103F" w14:textId="40885478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E9BE20E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1D3C15C5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0B53B2" w:rsidRPr="003C16EE" w14:paraId="69FA65EE" w14:textId="77777777" w:rsidTr="00C82E0D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51BE283" w14:textId="77777777" w:rsidR="000B53B2" w:rsidRPr="003C16EE" w:rsidRDefault="000B53B2" w:rsidP="00C82E0D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9CD7B0E" w14:textId="77777777" w:rsidR="000B53B2" w:rsidRPr="003C16EE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1AF69C28" w14:textId="77777777" w:rsidR="000B53B2" w:rsidRPr="003C16EE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01D17CBB" w14:textId="77777777" w:rsidR="000B53B2" w:rsidRPr="003C16EE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CAACF60" w14:textId="77777777" w:rsidR="000B53B2" w:rsidRPr="003C16EE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FE26D9F" w14:textId="77777777" w:rsidR="000B53B2" w:rsidRPr="003C16EE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2BC7" w14:textId="77777777" w:rsidR="000B53B2" w:rsidRPr="003C16EE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6B6041EA" w14:textId="77777777" w:rsidR="000B53B2" w:rsidRPr="003C16EE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6CD98EE" w14:textId="77777777" w:rsidR="000B53B2" w:rsidRPr="003C16EE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870C417" w14:textId="77777777" w:rsidR="000B53B2" w:rsidRPr="003C16EE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91F9A33" w14:textId="77777777" w:rsidR="000B53B2" w:rsidRPr="000855FF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  <w:b/>
              </w:rPr>
              <w:t>Warszawa</w:t>
            </w:r>
          </w:p>
          <w:p w14:paraId="6C6B431B" w14:textId="77777777" w:rsidR="000B53B2" w:rsidRPr="003C16EE" w:rsidRDefault="000B53B2" w:rsidP="00C82E0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Marsa 95, 04-470 Warszawa</w:t>
            </w:r>
          </w:p>
        </w:tc>
      </w:tr>
    </w:tbl>
    <w:p w14:paraId="462556DE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218262B5" w14:textId="77777777" w:rsidR="000B53B2" w:rsidRPr="00381365" w:rsidRDefault="000B53B2" w:rsidP="000B53B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22118E5A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168EC8F2" w14:textId="0F5C5E33" w:rsidR="000B53B2" w:rsidRPr="00381365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0E361E" w:rsidRPr="00AE1265">
        <w:rPr>
          <w:rFonts w:cstheme="minorHAnsi"/>
          <w:noProof/>
          <w:lang w:eastAsia="pl-PL"/>
        </w:rPr>
        <w:t>POST/DYS/OW/GZ/04552/2025</w:t>
      </w:r>
      <w:r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nazwa_post </w:instrText>
      </w:r>
      <w:r>
        <w:rPr>
          <w:rFonts w:cstheme="minorHAnsi"/>
        </w:rPr>
        <w:fldChar w:fldCharType="separate"/>
      </w:r>
      <w:r w:rsidR="000E361E" w:rsidRPr="00AE1265">
        <w:rPr>
          <w:rFonts w:cstheme="minorHAnsi"/>
          <w:noProof/>
        </w:rPr>
        <w:t>Opracowanie dokumentacji techniczno-prawnej w podziale na części: Część 1: Emilianów gm. Radzymin, warunki przyłączenia nr 25-G0/WP/00562 i nr 25-G0/WP/00563. Część 2: Pass gm. Błonie, warunki przyłączenia nr 25-G0/WP/00516. Część 3: Jędrzejów Stary gm. Jakubów, zgodnie z warunkami przyłączenia nr 25-G0/WP/00604 oraz Moczydła gm. Jakubów, zgodnie z warunkami przyłączenia nr 25-G0/WP/00603</w:t>
      </w:r>
      <w:r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7EBFB2DE" w14:textId="77777777" w:rsidR="000B53B2" w:rsidRDefault="000B53B2" w:rsidP="000B53B2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0B53B2" w:rsidRPr="00381365" w14:paraId="6D64AD03" w14:textId="77777777" w:rsidTr="00C82E0D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B3DEF61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215121D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0B53B2" w:rsidRPr="00381365" w14:paraId="52D6AC52" w14:textId="77777777" w:rsidTr="00C82E0D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3B0F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88BD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4B568FC7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4F66F866" w14:textId="77777777" w:rsidTr="00C82E0D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9644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6554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262E0AF4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DF98539" w14:textId="77777777" w:rsidTr="00C82E0D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3F04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4DC1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7E6D9BA8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E35E3E9" w14:textId="77777777" w:rsidTr="00C82E0D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CC05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E6BC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749B8B24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BA1110A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10A0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9FB1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0AFA33C7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7E2F2A4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8BDE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9850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50A93F01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FE7062B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38EC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8A2E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1A60D563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744727B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52E0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1824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584702D4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2AA0AEB0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AF00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766F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38623539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0404CE2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6DC0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5A75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41681026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0B53B2" w:rsidRPr="00381365" w14:paraId="2F18C7B7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5417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D5F7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6A4D35E0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BB7C905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7C30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2CEF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47EF8B17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329EAD1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B296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24E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5A142DB2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0FEFB6BC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3603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BBA6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61F1AFBC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199B807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124D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032A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48175160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4135AA74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42D8E9AD" w14:textId="77777777" w:rsidR="000B53B2" w:rsidRDefault="000B53B2" w:rsidP="000B53B2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16895AE8" w14:textId="77777777" w:rsidR="000B53B2" w:rsidRDefault="000B53B2" w:rsidP="000B53B2">
      <w:pPr>
        <w:rPr>
          <w:rFonts w:cstheme="minorHAnsi"/>
        </w:rPr>
      </w:pPr>
    </w:p>
    <w:p w14:paraId="2E712D94" w14:textId="77777777" w:rsidR="000B53B2" w:rsidRDefault="000B53B2" w:rsidP="000B53B2">
      <w:pPr>
        <w:rPr>
          <w:rFonts w:cstheme="minorHAnsi"/>
        </w:rPr>
      </w:pPr>
    </w:p>
    <w:p w14:paraId="46EE628D" w14:textId="77777777" w:rsidR="000B53B2" w:rsidRDefault="000B53B2" w:rsidP="000B53B2">
      <w:pPr>
        <w:rPr>
          <w:rFonts w:cstheme="minorHAnsi"/>
        </w:rPr>
      </w:pPr>
    </w:p>
    <w:p w14:paraId="4247A89E" w14:textId="77777777" w:rsidR="000B53B2" w:rsidRDefault="000B53B2" w:rsidP="000B53B2">
      <w:pPr>
        <w:rPr>
          <w:rFonts w:cstheme="minorHAnsi"/>
        </w:rPr>
      </w:pPr>
    </w:p>
    <w:p w14:paraId="521C96BB" w14:textId="77777777" w:rsidR="000B53B2" w:rsidRDefault="000B53B2" w:rsidP="000B53B2">
      <w:pPr>
        <w:rPr>
          <w:rFonts w:cstheme="minorHAnsi"/>
        </w:rPr>
      </w:pPr>
    </w:p>
    <w:p w14:paraId="2DCF5BE7" w14:textId="77777777" w:rsidR="000B53B2" w:rsidRDefault="000B53B2" w:rsidP="000B53B2">
      <w:pPr>
        <w:rPr>
          <w:rFonts w:cstheme="minorHAnsi"/>
        </w:rPr>
      </w:pPr>
    </w:p>
    <w:p w14:paraId="070569D7" w14:textId="77777777" w:rsidR="000B53B2" w:rsidRPr="009C2468" w:rsidRDefault="000B53B2" w:rsidP="000B53B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75BA0411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7E9E1411" w14:textId="7C3AEB65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5BBFC3B3" w14:textId="77777777" w:rsidR="000B53B2" w:rsidRPr="00A62B4C" w:rsidRDefault="000B53B2" w:rsidP="000B53B2">
      <w:pPr>
        <w:tabs>
          <w:tab w:val="left" w:pos="8509"/>
        </w:tabs>
        <w:ind w:firstLine="5954"/>
        <w:rPr>
          <w:rFonts w:ascii="Verdana" w:eastAsia="Verdana" w:hAnsi="Verdana" w:cs="Times New Roman"/>
        </w:rPr>
      </w:pPr>
    </w:p>
    <w:sectPr w:rsidR="000B53B2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617BF" w14:textId="77777777" w:rsidR="00D9767E" w:rsidRDefault="00D9767E" w:rsidP="00582CE9">
      <w:pPr>
        <w:spacing w:after="0"/>
      </w:pPr>
      <w:r>
        <w:separator/>
      </w:r>
    </w:p>
  </w:endnote>
  <w:endnote w:type="continuationSeparator" w:id="0">
    <w:p w14:paraId="58927104" w14:textId="77777777" w:rsidR="00D9767E" w:rsidRDefault="00D9767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DC332FD" w:rsidR="00D9767E" w:rsidRDefault="00D976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C4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D9767E" w:rsidRDefault="00D976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D9767E" w:rsidRDefault="00D976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D9767E" w:rsidRDefault="00D976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A11F3" w14:textId="77777777" w:rsidR="00D9767E" w:rsidRDefault="00D9767E" w:rsidP="00582CE9">
      <w:pPr>
        <w:spacing w:after="0"/>
      </w:pPr>
      <w:r>
        <w:separator/>
      </w:r>
    </w:p>
  </w:footnote>
  <w:footnote w:type="continuationSeparator" w:id="0">
    <w:p w14:paraId="5681B395" w14:textId="77777777" w:rsidR="00D9767E" w:rsidRDefault="00D9767E" w:rsidP="00582CE9">
      <w:pPr>
        <w:spacing w:after="0"/>
      </w:pPr>
      <w:r>
        <w:continuationSeparator/>
      </w:r>
    </w:p>
  </w:footnote>
  <w:footnote w:id="1">
    <w:p w14:paraId="679895A9" w14:textId="77777777" w:rsidR="00D9767E" w:rsidRPr="00B67D39" w:rsidRDefault="00D9767E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D9767E" w:rsidRPr="00F2601C" w:rsidRDefault="00D9767E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25EF92C7" w14:textId="77777777" w:rsidR="00D9767E" w:rsidRPr="00B67D39" w:rsidRDefault="00D9767E" w:rsidP="00CF1059">
      <w:pPr>
        <w:pStyle w:val="Tekstprzypisudolnego"/>
        <w:ind w:right="-3"/>
        <w:rPr>
          <w:rFonts w:asciiTheme="minorHAnsi" w:hAnsiTheme="minorHAnsi" w:cstheme="minorHAnsi"/>
          <w:sz w:val="16"/>
          <w:szCs w:val="16"/>
        </w:rPr>
      </w:pPr>
      <w:r w:rsidRPr="003D4E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4E66">
        <w:rPr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 xml:space="preserve">Wskazać właściwe. </w:t>
      </w:r>
      <w:r w:rsidRPr="00B67D39">
        <w:rPr>
          <w:rFonts w:asciiTheme="minorHAnsi" w:hAnsiTheme="minorHAnsi" w:cs="Calibri"/>
          <w:sz w:val="16"/>
          <w:szCs w:val="16"/>
        </w:rPr>
        <w:t>Brak wskazania będzie rozumiane jako brak polegania na zasobach podmiotów udostepniających zasoby</w:t>
      </w:r>
    </w:p>
  </w:footnote>
  <w:footnote w:id="4">
    <w:p w14:paraId="72DEB574" w14:textId="77777777" w:rsidR="00D9767E" w:rsidRPr="001A6201" w:rsidRDefault="00D9767E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5">
    <w:p w14:paraId="64E4292F" w14:textId="77777777" w:rsidR="00D9767E" w:rsidRPr="00B67D39" w:rsidRDefault="00D9767E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00CEEA1" w14:textId="77777777" w:rsidR="00D9767E" w:rsidRPr="00B67D39" w:rsidRDefault="00D9767E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2B2B6850" w14:textId="77777777" w:rsidR="00D9767E" w:rsidRDefault="00D9767E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1307AD99" w14:textId="77777777" w:rsidR="000B53B2" w:rsidRPr="00872F1F" w:rsidRDefault="000B53B2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9B78A3" w14:textId="77777777" w:rsidR="000B53B2" w:rsidRPr="00872F1F" w:rsidRDefault="000B53B2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6F6FC593" w14:textId="77777777" w:rsidR="000B53B2" w:rsidRPr="00872F1F" w:rsidRDefault="000B53B2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2DFB99BB" w14:textId="77777777" w:rsidR="000B53B2" w:rsidRPr="00872F1F" w:rsidRDefault="000B53B2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28456231" w14:textId="77777777" w:rsidR="000B53B2" w:rsidRPr="00872F1F" w:rsidRDefault="000B53B2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08D4C1AE" w14:textId="77777777" w:rsidR="000B53B2" w:rsidRPr="00872F1F" w:rsidRDefault="000B53B2" w:rsidP="000B53B2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516D573" w14:textId="77777777" w:rsidR="000B53B2" w:rsidRPr="00872F1F" w:rsidRDefault="000B53B2" w:rsidP="000B53B2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07812F" w14:textId="77777777" w:rsidR="000B53B2" w:rsidRPr="00872F1F" w:rsidRDefault="000B53B2" w:rsidP="000B53B2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F3AAD7" w14:textId="77777777" w:rsidR="000B53B2" w:rsidRPr="00872F1F" w:rsidRDefault="000B53B2" w:rsidP="000B53B2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0">
    <w:p w14:paraId="075AF5FF" w14:textId="77777777" w:rsidR="000B53B2" w:rsidRDefault="000B53B2" w:rsidP="000B53B2">
      <w:pPr>
        <w:pStyle w:val="Tekstprzypisudolnego"/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11">
    <w:p w14:paraId="479BE6EB" w14:textId="77777777" w:rsidR="000B53B2" w:rsidRPr="00517ECB" w:rsidRDefault="000B53B2" w:rsidP="000B53B2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9767E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D9767E" w:rsidRPr="006E100D" w:rsidRDefault="00D9767E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082AC5C1" w:rsidR="00D9767E" w:rsidRPr="006E100D" w:rsidRDefault="00D9767E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0E361E" w:rsidRPr="00AE1265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POST/DYS/OW/GZ/04552/2025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0DAAA007" w:rsidR="00D9767E" w:rsidRPr="006B2C28" w:rsidRDefault="00D9767E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0E361E" w:rsidRPr="00AE1265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POST/DYS/OW/GZ/04552/2025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47502FF7" w:rsidR="00D9767E" w:rsidRPr="006B2C28" w:rsidRDefault="00D9767E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D9767E" w:rsidRPr="006B2C28" w:rsidRDefault="00D9767E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D9767E" w:rsidRPr="006B2C28" w:rsidRDefault="00D9767E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280DF8A" w:rsidR="00D9767E" w:rsidRDefault="00D9767E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D9767E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D9767E" w:rsidRPr="006B2C28" w:rsidRDefault="00D9767E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D9767E" w:rsidRPr="006B2C28" w:rsidRDefault="00D9767E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D9767E" w:rsidRPr="006B2C28" w:rsidRDefault="00D9767E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D9767E" w:rsidRPr="006B2C28" w:rsidRDefault="00D9767E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D9767E" w:rsidRPr="006B2C28" w:rsidRDefault="00D9767E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D9767E" w:rsidRPr="006B2C28" w:rsidRDefault="00D9767E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D9767E" w:rsidRDefault="00D976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3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26"/>
  </w:num>
  <w:num w:numId="14">
    <w:abstractNumId w:val="22"/>
  </w:num>
  <w:num w:numId="15">
    <w:abstractNumId w:val="16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5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97C8B"/>
    <w:rsid w:val="000B0DBD"/>
    <w:rsid w:val="000B53B2"/>
    <w:rsid w:val="000C47A9"/>
    <w:rsid w:val="000C679C"/>
    <w:rsid w:val="000D42BE"/>
    <w:rsid w:val="000D5886"/>
    <w:rsid w:val="000E1564"/>
    <w:rsid w:val="000E361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DD6"/>
    <w:rsid w:val="002A3129"/>
    <w:rsid w:val="002A48F7"/>
    <w:rsid w:val="002B5C62"/>
    <w:rsid w:val="002C470F"/>
    <w:rsid w:val="002D4CAD"/>
    <w:rsid w:val="002F10CA"/>
    <w:rsid w:val="00303C67"/>
    <w:rsid w:val="00310CB3"/>
    <w:rsid w:val="00336C4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52B9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6AE9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483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14C9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2AD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767E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3, 4, 7, 8, 10, 12 do SWZ.docx</dmsv2BaseFileName>
    <dmsv2BaseDisplayName xmlns="http://schemas.microsoft.com/sharepoint/v3">Załącznik nr 3, 4, 7, 8, 10, 12 do SWZ</dmsv2BaseDisplayName>
    <dmsv2SWPP2ObjectNumber xmlns="http://schemas.microsoft.com/sharepoint/v3">POST/DYS/OW/GZ/04552/2025                         </dmsv2SWPP2ObjectNumber>
    <dmsv2SWPP2SumMD5 xmlns="http://schemas.microsoft.com/sharepoint/v3">78452fd982e2d626e0a2c4e7b258be41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701904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24000647</dmsv2BaseClientSystemDocumentID>
    <dmsv2BaseModifiedByID xmlns="http://schemas.microsoft.com/sharepoint/v3">11900488</dmsv2BaseModifiedByID>
    <dmsv2BaseCreatedByID xmlns="http://schemas.microsoft.com/sharepoint/v3">11900488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JEUP5JKVCYQC-1133723987-13553</_dlc_DocId>
    <_dlc_DocIdUrl xmlns="a19cb1c7-c5c7-46d4-85ae-d83685407bba">
      <Url>https://swpp2.dms.gkpge.pl/sites/41/_layouts/15/DocIdRedir.aspx?ID=JEUP5JKVCYQC-1133723987-13553</Url>
      <Description>JEUP5JKVCYQC-1133723987-13553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4D76106-85EB-4099-BAF2-BFFF5A1BA360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DA72C81-C028-4CC2-8566-5B9E8CC6E2A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B5B71E6-F84F-4882-A7AE-0903EBBE8DF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12</Pages>
  <Words>3506</Words>
  <Characters>21042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Skomorucha Kamil [PGE Dystr. O.Warszawa]</cp:lastModifiedBy>
  <cp:revision>2</cp:revision>
  <cp:lastPrinted>2024-07-15T11:21:00Z</cp:lastPrinted>
  <dcterms:created xsi:type="dcterms:W3CDTF">2025-12-16T13:02:00Z</dcterms:created>
  <dcterms:modified xsi:type="dcterms:W3CDTF">2025-12-16T13:02:00Z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d0e08622-7910-42d0-9362-a0ff0bf93d04</vt:lpwstr>
  </property>
</Properties>
</file>